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2918" w14:textId="31C5B528" w:rsidR="005F49BC" w:rsidRPr="005F49BC" w:rsidRDefault="00B16FE6" w:rsidP="005F49B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MODELO</w:t>
      </w:r>
      <w:r w:rsidR="005F49BC" w:rsidRPr="005F49BC">
        <w:rPr>
          <w:b/>
          <w:bCs/>
          <w:sz w:val="24"/>
          <w:szCs w:val="24"/>
        </w:rPr>
        <w:t xml:space="preserve"> </w:t>
      </w:r>
      <w:r w:rsidR="00EB175A">
        <w:rPr>
          <w:b/>
          <w:bCs/>
          <w:sz w:val="24"/>
          <w:szCs w:val="24"/>
        </w:rPr>
        <w:t>0</w:t>
      </w:r>
      <w:r w:rsidR="00D56C2C">
        <w:rPr>
          <w:b/>
          <w:bCs/>
          <w:sz w:val="24"/>
          <w:szCs w:val="24"/>
        </w:rPr>
        <w:t>3</w:t>
      </w:r>
    </w:p>
    <w:p w14:paraId="2A1A4A63" w14:textId="54DF3A31" w:rsidR="00F46412" w:rsidRPr="00F46412" w:rsidRDefault="00F46412" w:rsidP="00F46412">
      <w:pPr>
        <w:spacing w:after="0"/>
        <w:jc w:val="center"/>
        <w:rPr>
          <w:b/>
          <w:bCs/>
        </w:rPr>
      </w:pPr>
      <w:r w:rsidRPr="00F46412">
        <w:rPr>
          <w:b/>
          <w:bCs/>
        </w:rPr>
        <w:t>Modelo de Declaração de Habilitação</w:t>
      </w:r>
      <w:r w:rsidR="00EB175A">
        <w:rPr>
          <w:b/>
          <w:bCs/>
        </w:rPr>
        <w:t xml:space="preserve"> – ANEXO II</w:t>
      </w:r>
    </w:p>
    <w:p w14:paraId="4DA47601" w14:textId="77777777" w:rsidR="00F46412" w:rsidRPr="00F46412" w:rsidRDefault="00F46412" w:rsidP="00F46412">
      <w:pPr>
        <w:spacing w:after="0"/>
        <w:jc w:val="center"/>
        <w:rPr>
          <w:sz w:val="18"/>
          <w:szCs w:val="18"/>
        </w:rPr>
      </w:pPr>
      <w:r w:rsidRPr="00F46412">
        <w:rPr>
          <w:sz w:val="18"/>
          <w:szCs w:val="18"/>
        </w:rPr>
        <w:t>(a que se refere a alínea a) do n.º 1 do artigo 81.º do Código dos Contratos Públicos)</w:t>
      </w:r>
    </w:p>
    <w:p w14:paraId="394FED7D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4A56A82E" w14:textId="574087CE" w:rsidR="00F46412" w:rsidRDefault="00F46412" w:rsidP="00F46412">
      <w:pPr>
        <w:spacing w:after="0"/>
      </w:pPr>
      <w:r w:rsidRPr="00F46412">
        <w:t xml:space="preserve">1 - ... (nome, número de documento de identificação e morada), na qualidade de representante legal de </w:t>
      </w:r>
      <w:r w:rsidRPr="00F46412">
        <w:rPr>
          <w:b/>
          <w:bCs/>
        </w:rPr>
        <w:t>(1)</w:t>
      </w:r>
      <w:r w:rsidRPr="00F46412">
        <w:t xml:space="preserve">... (firma, número de identificação fiscal e sede ou, no caso de agrupamento concorrente, firmas, números de identificação fiscal e sedes), adjudicatário(a) no procedimento de... (designação ou referência ao procedimento em causa), declara, sob compromisso de honra, que a sua representada </w:t>
      </w:r>
      <w:r w:rsidRPr="00F46412">
        <w:rPr>
          <w:b/>
          <w:bCs/>
        </w:rPr>
        <w:t>(2)</w:t>
      </w:r>
      <w:r w:rsidRPr="00F46412">
        <w:t xml:space="preserve"> não se encontra em nenhuma das situações previstas no n.º 1 do artigo 55.º do Código dos Contratos Públicos: </w:t>
      </w:r>
    </w:p>
    <w:p w14:paraId="61A6DA4D" w14:textId="77777777" w:rsidR="00F46412" w:rsidRPr="00F46412" w:rsidRDefault="00F46412" w:rsidP="00F46412">
      <w:pPr>
        <w:spacing w:after="0"/>
      </w:pPr>
    </w:p>
    <w:p w14:paraId="797EC965" w14:textId="6E5F2925" w:rsidR="00F46412" w:rsidRDefault="00F46412" w:rsidP="00F46412">
      <w:pPr>
        <w:spacing w:after="0"/>
      </w:pPr>
      <w:r w:rsidRPr="00F46412">
        <w:t>2 - O declarante junta</w:t>
      </w:r>
      <w:r w:rsidR="00A70A08">
        <w:t>,</w:t>
      </w:r>
      <w:r w:rsidRPr="00F46412">
        <w:t xml:space="preserve"> em anexo [ou indica...como endereço do sítio da Internet onde podem ser consultados </w:t>
      </w:r>
      <w:r w:rsidRPr="00F46412">
        <w:rPr>
          <w:b/>
          <w:bCs/>
        </w:rPr>
        <w:t>(3)</w:t>
      </w:r>
      <w:r w:rsidRPr="00F46412">
        <w:t>]</w:t>
      </w:r>
      <w:r w:rsidR="00A70A08">
        <w:t>,</w:t>
      </w:r>
      <w:r w:rsidRPr="00F46412">
        <w:t xml:space="preserve"> os documentos comprovativos de que a sua representada </w:t>
      </w:r>
      <w:r w:rsidRPr="00F46412">
        <w:rPr>
          <w:b/>
          <w:bCs/>
        </w:rPr>
        <w:t>(4)</w:t>
      </w:r>
      <w:r w:rsidRPr="00F46412">
        <w:t xml:space="preserve"> não se encontra nas situações previstas nas alíneas b), d), e) e h) do n.º 1 do artigo 55.º do Código dos Contratos Públicos. </w:t>
      </w:r>
    </w:p>
    <w:p w14:paraId="165ED3B0" w14:textId="77777777" w:rsidR="00F46412" w:rsidRPr="00F46412" w:rsidRDefault="00F46412" w:rsidP="00F46412">
      <w:pPr>
        <w:spacing w:after="0"/>
      </w:pPr>
    </w:p>
    <w:p w14:paraId="10011BFC" w14:textId="77777777" w:rsidR="00F46412" w:rsidRPr="00F46412" w:rsidRDefault="00F46412" w:rsidP="00F46412">
      <w:pPr>
        <w:spacing w:after="0"/>
      </w:pPr>
      <w:r w:rsidRPr="00F46412">
        <w:t xml:space="preserve">3 - O declarante tem pleno conhecimento de que a prestação de falsas declarações implica a caducidade da adjudicação e constitui contraordenação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 </w:t>
      </w:r>
    </w:p>
    <w:p w14:paraId="159B426E" w14:textId="77777777" w:rsidR="00F46412" w:rsidRPr="00F46412" w:rsidRDefault="00F46412" w:rsidP="00F46412">
      <w:pPr>
        <w:spacing w:after="0"/>
      </w:pPr>
    </w:p>
    <w:p w14:paraId="00502C10" w14:textId="77777777" w:rsidR="00F46412" w:rsidRPr="00F46412" w:rsidRDefault="00F46412" w:rsidP="00F46412">
      <w:pPr>
        <w:spacing w:after="0"/>
      </w:pPr>
    </w:p>
    <w:p w14:paraId="1EB71AD6" w14:textId="77777777" w:rsidR="00F46412" w:rsidRPr="00F46412" w:rsidRDefault="00F46412" w:rsidP="00F46412">
      <w:pPr>
        <w:spacing w:after="0"/>
      </w:pPr>
      <w:r w:rsidRPr="00F46412">
        <w:t xml:space="preserve">... (local),... (data),... [assinatura </w:t>
      </w:r>
      <w:r w:rsidRPr="00F46412">
        <w:rPr>
          <w:b/>
          <w:bCs/>
        </w:rPr>
        <w:t>(5)</w:t>
      </w:r>
      <w:r w:rsidRPr="00F46412">
        <w:t xml:space="preserve">]. </w:t>
      </w:r>
    </w:p>
    <w:p w14:paraId="718D3FFC" w14:textId="77777777" w:rsidR="00F46412" w:rsidRPr="00F46412" w:rsidRDefault="00F46412" w:rsidP="00F46412">
      <w:pPr>
        <w:spacing w:after="0"/>
      </w:pPr>
    </w:p>
    <w:p w14:paraId="52DC9045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72978C4B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3AEE024C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57DAEA8F" w14:textId="77777777" w:rsidR="00F46412" w:rsidRPr="00F46412" w:rsidRDefault="00F46412" w:rsidP="00F46412">
      <w:pPr>
        <w:spacing w:after="0"/>
        <w:rPr>
          <w:sz w:val="18"/>
          <w:szCs w:val="18"/>
        </w:rPr>
      </w:pPr>
      <w:r w:rsidRPr="00F46412">
        <w:rPr>
          <w:sz w:val="18"/>
          <w:szCs w:val="18"/>
        </w:rPr>
        <w:t xml:space="preserve">(1) Aplicável apenas a concorrentes que sejam pessoas coletivas. </w:t>
      </w:r>
    </w:p>
    <w:p w14:paraId="04655EB2" w14:textId="77777777" w:rsidR="00F46412" w:rsidRPr="00F46412" w:rsidRDefault="00F46412" w:rsidP="00F46412">
      <w:pPr>
        <w:spacing w:after="0"/>
        <w:rPr>
          <w:sz w:val="18"/>
          <w:szCs w:val="18"/>
        </w:rPr>
      </w:pPr>
      <w:r w:rsidRPr="00F46412">
        <w:rPr>
          <w:sz w:val="18"/>
          <w:szCs w:val="18"/>
        </w:rPr>
        <w:t xml:space="preserve">(2) No caso de o concorrente ser uma pessoa singular, suprimir a expressão «a sua representada». </w:t>
      </w:r>
    </w:p>
    <w:p w14:paraId="3FEE97F9" w14:textId="77777777" w:rsidR="00F46412" w:rsidRPr="00F46412" w:rsidRDefault="00F46412" w:rsidP="00F46412">
      <w:pPr>
        <w:spacing w:after="0"/>
        <w:rPr>
          <w:sz w:val="18"/>
          <w:szCs w:val="18"/>
        </w:rPr>
      </w:pPr>
      <w:r w:rsidRPr="00F46412">
        <w:rPr>
          <w:sz w:val="18"/>
          <w:szCs w:val="18"/>
        </w:rPr>
        <w:t xml:space="preserve">(3) Acrescentar as informações necessárias à consulta, se for o caso. </w:t>
      </w:r>
    </w:p>
    <w:p w14:paraId="3F4905F9" w14:textId="77777777" w:rsidR="00F46412" w:rsidRPr="00F46412" w:rsidRDefault="00F46412" w:rsidP="00F46412">
      <w:pPr>
        <w:spacing w:after="0"/>
        <w:rPr>
          <w:sz w:val="18"/>
          <w:szCs w:val="18"/>
        </w:rPr>
      </w:pPr>
      <w:r w:rsidRPr="00F46412">
        <w:rPr>
          <w:sz w:val="18"/>
          <w:szCs w:val="18"/>
        </w:rPr>
        <w:t xml:space="preserve">(4) No caso de o concorrente ser uma pessoa singular, suprimir a expressão «a sua representada». </w:t>
      </w:r>
    </w:p>
    <w:p w14:paraId="6F76E51D" w14:textId="77777777" w:rsidR="00F46412" w:rsidRPr="00F46412" w:rsidRDefault="00F46412" w:rsidP="00F46412">
      <w:pPr>
        <w:spacing w:after="0"/>
        <w:rPr>
          <w:sz w:val="18"/>
          <w:szCs w:val="18"/>
        </w:rPr>
      </w:pPr>
      <w:r w:rsidRPr="00F46412">
        <w:rPr>
          <w:sz w:val="18"/>
          <w:szCs w:val="18"/>
        </w:rPr>
        <w:t xml:space="preserve">(5) Nos termos do disposto nos </w:t>
      </w:r>
      <w:proofErr w:type="spellStart"/>
      <w:r w:rsidRPr="00F46412">
        <w:rPr>
          <w:sz w:val="18"/>
          <w:szCs w:val="18"/>
        </w:rPr>
        <w:t>n.os</w:t>
      </w:r>
      <w:proofErr w:type="spellEnd"/>
      <w:r w:rsidRPr="00F46412">
        <w:rPr>
          <w:sz w:val="18"/>
          <w:szCs w:val="18"/>
        </w:rPr>
        <w:t xml:space="preserve"> 4 e 5 do artigo 57.º</w:t>
      </w:r>
    </w:p>
    <w:p w14:paraId="3F408A90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2A108810" w14:textId="77777777" w:rsidR="00F46412" w:rsidRPr="00F46412" w:rsidRDefault="00F46412" w:rsidP="00F46412">
      <w:pPr>
        <w:spacing w:after="0"/>
        <w:rPr>
          <w:sz w:val="18"/>
          <w:szCs w:val="18"/>
        </w:rPr>
      </w:pPr>
    </w:p>
    <w:p w14:paraId="11823DC5" w14:textId="77777777" w:rsidR="00F46412" w:rsidRPr="005F49BC" w:rsidRDefault="00F46412" w:rsidP="005F49BC">
      <w:pPr>
        <w:spacing w:after="0"/>
        <w:rPr>
          <w:sz w:val="18"/>
          <w:szCs w:val="18"/>
        </w:rPr>
      </w:pPr>
    </w:p>
    <w:sectPr w:rsidR="00F46412" w:rsidRPr="005F49BC" w:rsidSect="00EA724A">
      <w:headerReference w:type="default" r:id="rId8"/>
      <w:footerReference w:type="default" r:id="rId9"/>
      <w:pgSz w:w="11906" w:h="16838"/>
      <w:pgMar w:top="998" w:right="851" w:bottom="1418" w:left="1418" w:header="1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E284" w14:textId="77777777" w:rsidR="00FD22E0" w:rsidRDefault="00FD22E0" w:rsidP="00615011">
      <w:r>
        <w:separator/>
      </w:r>
    </w:p>
  </w:endnote>
  <w:endnote w:type="continuationSeparator" w:id="0">
    <w:p w14:paraId="0BEF81B1" w14:textId="77777777" w:rsidR="00FD22E0" w:rsidRDefault="00FD22E0" w:rsidP="0061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846A" w14:textId="77777777" w:rsidR="00716107" w:rsidRDefault="00716107"/>
  <w:tbl>
    <w:tblPr>
      <w:tblStyle w:val="TabelacomGrelh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37"/>
      <w:gridCol w:w="1600"/>
    </w:tblGrid>
    <w:tr w:rsidR="00971764" w14:paraId="6F25E8A0" w14:textId="77777777" w:rsidTr="006636B9">
      <w:tc>
        <w:tcPr>
          <w:tcW w:w="4170" w:type="pct"/>
        </w:tcPr>
        <w:p w14:paraId="4C137B4C" w14:textId="2F434A46" w:rsidR="00971764" w:rsidRDefault="00000000" w:rsidP="00B73D43">
          <w:pPr>
            <w:pStyle w:val="Rodap"/>
          </w:pPr>
          <w:fldSimple w:instr=" FILENAME \* MERGEFORMAT ">
            <w:r w:rsidR="00A13647">
              <w:rPr>
                <w:noProof/>
              </w:rPr>
              <w:t>Modelo 03 - Mod Declaração artigo 81 - Anexo II</w:t>
            </w:r>
          </w:fldSimple>
        </w:p>
      </w:tc>
      <w:tc>
        <w:tcPr>
          <w:tcW w:w="830" w:type="pct"/>
        </w:tcPr>
        <w:p w14:paraId="226DF392" w14:textId="77777777" w:rsidR="00971764" w:rsidRDefault="00971764" w:rsidP="00B73D43">
          <w:pPr>
            <w:pStyle w:val="Rodap"/>
          </w:pPr>
          <w:r w:rsidRPr="00D04231">
            <w:fldChar w:fldCharType="begin"/>
          </w:r>
          <w:r w:rsidRPr="00D04231">
            <w:instrText xml:space="preserve"> PAGE   \* MERGEFORMAT </w:instrText>
          </w:r>
          <w:r w:rsidRPr="00D04231">
            <w:fldChar w:fldCharType="separate"/>
          </w:r>
          <w:r>
            <w:t>3</w:t>
          </w:r>
          <w:r w:rsidRPr="00D04231">
            <w:fldChar w:fldCharType="end"/>
          </w:r>
          <w:r w:rsidRPr="00D04231">
            <w:t xml:space="preserve"> de </w:t>
          </w:r>
          <w:fldSimple w:instr=" NUMPAGES   \* MERGEFORMAT ">
            <w:r>
              <w:t>17</w:t>
            </w:r>
          </w:fldSimple>
        </w:p>
      </w:tc>
    </w:tr>
    <w:tr w:rsidR="0094270A" w14:paraId="4B3CBE74" w14:textId="77777777" w:rsidTr="006636B9">
      <w:tc>
        <w:tcPr>
          <w:tcW w:w="5000" w:type="pct"/>
          <w:gridSpan w:val="2"/>
          <w:vAlign w:val="center"/>
        </w:tcPr>
        <w:p w14:paraId="1C5A31FF" w14:textId="07B4AABD" w:rsidR="0094270A" w:rsidRPr="0094270A" w:rsidRDefault="0094270A" w:rsidP="00B73D43">
          <w:pPr>
            <w:pStyle w:val="Rodap"/>
          </w:pPr>
        </w:p>
      </w:tc>
    </w:tr>
  </w:tbl>
  <w:p w14:paraId="74635888" w14:textId="77777777" w:rsidR="00971764" w:rsidRPr="00D04231" w:rsidRDefault="00971764" w:rsidP="00B73D4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F1D64" w14:textId="77777777" w:rsidR="00FD22E0" w:rsidRDefault="00FD22E0" w:rsidP="00615011">
      <w:r>
        <w:separator/>
      </w:r>
    </w:p>
  </w:footnote>
  <w:footnote w:type="continuationSeparator" w:id="0">
    <w:p w14:paraId="6C2361A7" w14:textId="77777777" w:rsidR="00FD22E0" w:rsidRDefault="00FD22E0" w:rsidP="00615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2"/>
      <w:gridCol w:w="4672"/>
    </w:tblGrid>
    <w:tr w:rsidR="007B7C6F" w14:paraId="280CC2B0" w14:textId="77777777" w:rsidTr="007B7C6F">
      <w:tc>
        <w:tcPr>
          <w:tcW w:w="4672" w:type="dxa"/>
        </w:tcPr>
        <w:p w14:paraId="4EBF2286" w14:textId="77777777" w:rsidR="007B7C6F" w:rsidRDefault="007B7C6F" w:rsidP="00615011">
          <w:pPr>
            <w:pStyle w:val="Cabealho"/>
          </w:pPr>
        </w:p>
      </w:tc>
      <w:tc>
        <w:tcPr>
          <w:tcW w:w="4672" w:type="dxa"/>
        </w:tcPr>
        <w:p w14:paraId="159C4B98" w14:textId="77777777" w:rsidR="007B7C6F" w:rsidRDefault="007B7C6F" w:rsidP="00615011">
          <w:pPr>
            <w:pStyle w:val="Cabealho"/>
          </w:pPr>
        </w:p>
      </w:tc>
    </w:tr>
  </w:tbl>
  <w:p w14:paraId="0C95A3D2" w14:textId="632A10A2" w:rsidR="00327D21" w:rsidRPr="00447E4F" w:rsidRDefault="00327D21" w:rsidP="0061501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7EC"/>
    <w:multiLevelType w:val="hybridMultilevel"/>
    <w:tmpl w:val="52587BC2"/>
    <w:lvl w:ilvl="0" w:tplc="FAAC450A">
      <w:start w:val="1"/>
      <w:numFmt w:val="upperLetter"/>
      <w:pStyle w:val="Ttulo4"/>
      <w:lvlText w:val="Sub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11556"/>
    <w:multiLevelType w:val="hybridMultilevel"/>
    <w:tmpl w:val="0B8E9A68"/>
    <w:lvl w:ilvl="0" w:tplc="F2042356">
      <w:start w:val="1"/>
      <w:numFmt w:val="decimal"/>
      <w:pStyle w:val="Ttulo5"/>
      <w:lvlText w:val="Artigo %1º"/>
      <w:lvlJc w:val="right"/>
      <w:pPr>
        <w:ind w:left="447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7348F"/>
    <w:multiLevelType w:val="hybridMultilevel"/>
    <w:tmpl w:val="BC9A1098"/>
    <w:lvl w:ilvl="0" w:tplc="E4E23E24">
      <w:start w:val="1"/>
      <w:numFmt w:val="lowerRoman"/>
      <w:pStyle w:val="Lista-Nvel3"/>
      <w:lvlText w:val="%1)"/>
      <w:lvlJc w:val="left"/>
      <w:pPr>
        <w:ind w:left="14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1878B6"/>
    <w:multiLevelType w:val="multilevel"/>
    <w:tmpl w:val="56C661E2"/>
    <w:lvl w:ilvl="0">
      <w:start w:val="1"/>
      <w:numFmt w:val="upperRoman"/>
      <w:pStyle w:val="Ttulo1"/>
      <w:lvlText w:val="Parte %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B935930"/>
    <w:multiLevelType w:val="hybridMultilevel"/>
    <w:tmpl w:val="15FA6494"/>
    <w:lvl w:ilvl="0" w:tplc="F5C8BC6A">
      <w:start w:val="1"/>
      <w:numFmt w:val="upperRoman"/>
      <w:pStyle w:val="Ttulo2"/>
      <w:lvlText w:val="Capítul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6EC2"/>
    <w:multiLevelType w:val="hybridMultilevel"/>
    <w:tmpl w:val="D73A77AC"/>
    <w:lvl w:ilvl="0" w:tplc="4FDC430A">
      <w:start w:val="1"/>
      <w:numFmt w:val="upperRoman"/>
      <w:pStyle w:val="Ttulo21"/>
      <w:lvlText w:val="ANEXO %1"/>
      <w:lvlJc w:val="center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B2B73"/>
    <w:multiLevelType w:val="hybridMultilevel"/>
    <w:tmpl w:val="3CA62682"/>
    <w:lvl w:ilvl="0" w:tplc="D6D66544">
      <w:start w:val="1"/>
      <w:numFmt w:val="decimal"/>
      <w:pStyle w:val="Clusula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14E2D"/>
    <w:multiLevelType w:val="hybridMultilevel"/>
    <w:tmpl w:val="D4A439D4"/>
    <w:lvl w:ilvl="0" w:tplc="FDB241DE">
      <w:start w:val="1"/>
      <w:numFmt w:val="decimal"/>
      <w:pStyle w:val="Ttulo50"/>
      <w:lvlText w:val="Cláusula %1.ª"/>
      <w:lvlJc w:val="left"/>
      <w:pPr>
        <w:ind w:left="128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D710830"/>
    <w:multiLevelType w:val="multilevel"/>
    <w:tmpl w:val="12886B8C"/>
    <w:name w:val="Caderno de Encargo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42A6CE4"/>
    <w:multiLevelType w:val="hybridMultilevel"/>
    <w:tmpl w:val="77DA6B7E"/>
    <w:lvl w:ilvl="0" w:tplc="1B7A6098">
      <w:start w:val="1"/>
      <w:numFmt w:val="decimal"/>
      <w:pStyle w:val="Lista-Nvel1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75A54"/>
    <w:multiLevelType w:val="hybridMultilevel"/>
    <w:tmpl w:val="26E6CC4E"/>
    <w:lvl w:ilvl="0" w:tplc="E1389BA6">
      <w:start w:val="1"/>
      <w:numFmt w:val="upperRoman"/>
      <w:pStyle w:val="Ttulo3"/>
      <w:lvlText w:val="Secção %1"/>
      <w:lvlJc w:val="righ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C62FF"/>
    <w:multiLevelType w:val="hybridMultilevel"/>
    <w:tmpl w:val="604EF32E"/>
    <w:lvl w:ilvl="0" w:tplc="C2BC5B8A">
      <w:start w:val="1"/>
      <w:numFmt w:val="upperRoman"/>
      <w:pStyle w:val="NumeraoRomana"/>
      <w:lvlText w:val="%1."/>
      <w:lvlJc w:val="righ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45C3D71"/>
    <w:multiLevelType w:val="hybridMultilevel"/>
    <w:tmpl w:val="2952AA54"/>
    <w:lvl w:ilvl="0" w:tplc="D506041E">
      <w:start w:val="1"/>
      <w:numFmt w:val="lowerLetter"/>
      <w:pStyle w:val="Lista-Nvel2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70473">
    <w:abstractNumId w:val="3"/>
  </w:num>
  <w:num w:numId="2" w16cid:durableId="892735137">
    <w:abstractNumId w:val="4"/>
  </w:num>
  <w:num w:numId="3" w16cid:durableId="448862014">
    <w:abstractNumId w:val="10"/>
  </w:num>
  <w:num w:numId="4" w16cid:durableId="234628209">
    <w:abstractNumId w:val="0"/>
  </w:num>
  <w:num w:numId="5" w16cid:durableId="29886268">
    <w:abstractNumId w:val="1"/>
  </w:num>
  <w:num w:numId="6" w16cid:durableId="1550990180">
    <w:abstractNumId w:val="12"/>
  </w:num>
  <w:num w:numId="7" w16cid:durableId="1100492380">
    <w:abstractNumId w:val="9"/>
  </w:num>
  <w:num w:numId="8" w16cid:durableId="340091198">
    <w:abstractNumId w:val="2"/>
  </w:num>
  <w:num w:numId="9" w16cid:durableId="1356346121">
    <w:abstractNumId w:val="5"/>
  </w:num>
  <w:num w:numId="10" w16cid:durableId="807746048">
    <w:abstractNumId w:val="6"/>
  </w:num>
  <w:num w:numId="11" w16cid:durableId="641273161">
    <w:abstractNumId w:val="7"/>
  </w:num>
  <w:num w:numId="12" w16cid:durableId="944650502">
    <w:abstractNumId w:val="11"/>
  </w:num>
  <w:num w:numId="13" w16cid:durableId="1179197299">
    <w:abstractNumId w:val="9"/>
    <w:lvlOverride w:ilvl="0">
      <w:startOverride w:val="1"/>
    </w:lvlOverride>
  </w:num>
  <w:num w:numId="14" w16cid:durableId="1595356415">
    <w:abstractNumId w:val="9"/>
    <w:lvlOverride w:ilvl="0">
      <w:startOverride w:val="1"/>
    </w:lvlOverride>
  </w:num>
  <w:num w:numId="15" w16cid:durableId="22025118">
    <w:abstractNumId w:val="9"/>
    <w:lvlOverride w:ilvl="0">
      <w:startOverride w:val="1"/>
    </w:lvlOverride>
  </w:num>
  <w:num w:numId="16" w16cid:durableId="893738515">
    <w:abstractNumId w:val="9"/>
    <w:lvlOverride w:ilvl="0">
      <w:startOverride w:val="1"/>
    </w:lvlOverride>
  </w:num>
  <w:num w:numId="17" w16cid:durableId="933707345">
    <w:abstractNumId w:val="9"/>
    <w:lvlOverride w:ilvl="0">
      <w:startOverride w:val="1"/>
    </w:lvlOverride>
  </w:num>
  <w:num w:numId="18" w16cid:durableId="1510750317">
    <w:abstractNumId w:val="9"/>
    <w:lvlOverride w:ilvl="0">
      <w:startOverride w:val="1"/>
    </w:lvlOverride>
  </w:num>
  <w:num w:numId="19" w16cid:durableId="1108085885">
    <w:abstractNumId w:val="9"/>
    <w:lvlOverride w:ilvl="0">
      <w:startOverride w:val="1"/>
    </w:lvlOverride>
  </w:num>
  <w:num w:numId="20" w16cid:durableId="2130204328">
    <w:abstractNumId w:val="9"/>
    <w:lvlOverride w:ilvl="0">
      <w:startOverride w:val="1"/>
    </w:lvlOverride>
  </w:num>
  <w:num w:numId="21" w16cid:durableId="1140271335">
    <w:abstractNumId w:val="12"/>
    <w:lvlOverride w:ilvl="0">
      <w:startOverride w:val="1"/>
    </w:lvlOverride>
  </w:num>
  <w:num w:numId="22" w16cid:durableId="1668090900">
    <w:abstractNumId w:val="9"/>
    <w:lvlOverride w:ilvl="0">
      <w:startOverride w:val="1"/>
    </w:lvlOverride>
  </w:num>
  <w:num w:numId="23" w16cid:durableId="1553038571">
    <w:abstractNumId w:val="12"/>
    <w:lvlOverride w:ilvl="0">
      <w:startOverride w:val="1"/>
    </w:lvlOverride>
  </w:num>
  <w:num w:numId="24" w16cid:durableId="2061242090">
    <w:abstractNumId w:val="9"/>
    <w:lvlOverride w:ilvl="0">
      <w:startOverride w:val="1"/>
    </w:lvlOverride>
  </w:num>
  <w:num w:numId="25" w16cid:durableId="1042438851">
    <w:abstractNumId w:val="9"/>
    <w:lvlOverride w:ilvl="0">
      <w:startOverride w:val="1"/>
    </w:lvlOverride>
  </w:num>
  <w:num w:numId="26" w16cid:durableId="1149589163">
    <w:abstractNumId w:val="12"/>
    <w:lvlOverride w:ilvl="0">
      <w:startOverride w:val="1"/>
    </w:lvlOverride>
  </w:num>
  <w:num w:numId="27" w16cid:durableId="524755231">
    <w:abstractNumId w:val="9"/>
    <w:lvlOverride w:ilvl="0">
      <w:startOverride w:val="1"/>
    </w:lvlOverride>
  </w:num>
  <w:num w:numId="28" w16cid:durableId="903682469">
    <w:abstractNumId w:val="12"/>
    <w:lvlOverride w:ilvl="0">
      <w:startOverride w:val="1"/>
    </w:lvlOverride>
  </w:num>
  <w:num w:numId="29" w16cid:durableId="1358387403">
    <w:abstractNumId w:val="2"/>
    <w:lvlOverride w:ilvl="0">
      <w:startOverride w:val="1"/>
    </w:lvlOverride>
  </w:num>
  <w:num w:numId="30" w16cid:durableId="246034855">
    <w:abstractNumId w:val="12"/>
    <w:lvlOverride w:ilvl="0">
      <w:startOverride w:val="1"/>
    </w:lvlOverride>
  </w:num>
  <w:num w:numId="31" w16cid:durableId="1944146119">
    <w:abstractNumId w:val="2"/>
    <w:lvlOverride w:ilvl="0">
      <w:startOverride w:val="1"/>
    </w:lvlOverride>
  </w:num>
  <w:num w:numId="32" w16cid:durableId="1745032322">
    <w:abstractNumId w:val="2"/>
    <w:lvlOverride w:ilvl="0">
      <w:startOverride w:val="1"/>
    </w:lvlOverride>
  </w:num>
  <w:num w:numId="33" w16cid:durableId="1185245989">
    <w:abstractNumId w:val="9"/>
    <w:lvlOverride w:ilvl="0">
      <w:startOverride w:val="1"/>
    </w:lvlOverride>
  </w:num>
  <w:num w:numId="34" w16cid:durableId="1585801771">
    <w:abstractNumId w:val="9"/>
    <w:lvlOverride w:ilvl="0">
      <w:startOverride w:val="1"/>
    </w:lvlOverride>
  </w:num>
  <w:num w:numId="35" w16cid:durableId="1146778125">
    <w:abstractNumId w:val="9"/>
    <w:lvlOverride w:ilvl="0">
      <w:startOverride w:val="1"/>
    </w:lvlOverride>
  </w:num>
  <w:num w:numId="36" w16cid:durableId="1079138883">
    <w:abstractNumId w:val="12"/>
    <w:lvlOverride w:ilvl="0">
      <w:startOverride w:val="1"/>
    </w:lvlOverride>
  </w:num>
  <w:num w:numId="37" w16cid:durableId="1330787627">
    <w:abstractNumId w:val="12"/>
    <w:lvlOverride w:ilvl="0">
      <w:startOverride w:val="1"/>
    </w:lvlOverride>
  </w:num>
  <w:num w:numId="38" w16cid:durableId="1532645998">
    <w:abstractNumId w:val="9"/>
    <w:lvlOverride w:ilvl="0">
      <w:startOverride w:val="1"/>
    </w:lvlOverride>
  </w:num>
  <w:num w:numId="39" w16cid:durableId="644089353">
    <w:abstractNumId w:val="12"/>
    <w:lvlOverride w:ilvl="0">
      <w:startOverride w:val="1"/>
    </w:lvlOverride>
  </w:num>
  <w:num w:numId="40" w16cid:durableId="628820279">
    <w:abstractNumId w:val="12"/>
    <w:lvlOverride w:ilvl="0">
      <w:startOverride w:val="1"/>
    </w:lvlOverride>
  </w:num>
  <w:num w:numId="41" w16cid:durableId="1272740117">
    <w:abstractNumId w:val="1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C0"/>
    <w:rsid w:val="000010FA"/>
    <w:rsid w:val="00014556"/>
    <w:rsid w:val="00015CC7"/>
    <w:rsid w:val="00016258"/>
    <w:rsid w:val="00023F1A"/>
    <w:rsid w:val="00026340"/>
    <w:rsid w:val="00026E92"/>
    <w:rsid w:val="00032B62"/>
    <w:rsid w:val="000348ED"/>
    <w:rsid w:val="00034D76"/>
    <w:rsid w:val="00040267"/>
    <w:rsid w:val="000456C8"/>
    <w:rsid w:val="00047547"/>
    <w:rsid w:val="0005073E"/>
    <w:rsid w:val="00053D15"/>
    <w:rsid w:val="00056D0B"/>
    <w:rsid w:val="000579DE"/>
    <w:rsid w:val="000651CF"/>
    <w:rsid w:val="00065350"/>
    <w:rsid w:val="00071310"/>
    <w:rsid w:val="00071817"/>
    <w:rsid w:val="00075FB6"/>
    <w:rsid w:val="000763C9"/>
    <w:rsid w:val="00082017"/>
    <w:rsid w:val="0008257D"/>
    <w:rsid w:val="00097B0F"/>
    <w:rsid w:val="000A18DA"/>
    <w:rsid w:val="000A71CE"/>
    <w:rsid w:val="000A72A1"/>
    <w:rsid w:val="000B0DA6"/>
    <w:rsid w:val="000B1F51"/>
    <w:rsid w:val="000B5062"/>
    <w:rsid w:val="000B610A"/>
    <w:rsid w:val="000C0E39"/>
    <w:rsid w:val="000C1AD6"/>
    <w:rsid w:val="000C2D38"/>
    <w:rsid w:val="000C2FD1"/>
    <w:rsid w:val="000C4131"/>
    <w:rsid w:val="000D121B"/>
    <w:rsid w:val="000D65DE"/>
    <w:rsid w:val="000D7C45"/>
    <w:rsid w:val="000E1DCA"/>
    <w:rsid w:val="000E497E"/>
    <w:rsid w:val="000E4D72"/>
    <w:rsid w:val="000E72E4"/>
    <w:rsid w:val="000F083B"/>
    <w:rsid w:val="000F1306"/>
    <w:rsid w:val="000F1BDA"/>
    <w:rsid w:val="000F4C7F"/>
    <w:rsid w:val="00100F44"/>
    <w:rsid w:val="00103716"/>
    <w:rsid w:val="001039F3"/>
    <w:rsid w:val="00107CF5"/>
    <w:rsid w:val="001105DC"/>
    <w:rsid w:val="00111DD6"/>
    <w:rsid w:val="00113512"/>
    <w:rsid w:val="00115CA4"/>
    <w:rsid w:val="0012006B"/>
    <w:rsid w:val="001210A3"/>
    <w:rsid w:val="001247BA"/>
    <w:rsid w:val="00125AE5"/>
    <w:rsid w:val="0013569B"/>
    <w:rsid w:val="00142FFE"/>
    <w:rsid w:val="0015067B"/>
    <w:rsid w:val="00153EAB"/>
    <w:rsid w:val="0015508B"/>
    <w:rsid w:val="00155FF5"/>
    <w:rsid w:val="001576BB"/>
    <w:rsid w:val="0016262F"/>
    <w:rsid w:val="0016276B"/>
    <w:rsid w:val="00170DB1"/>
    <w:rsid w:val="001715BE"/>
    <w:rsid w:val="00175463"/>
    <w:rsid w:val="00175E59"/>
    <w:rsid w:val="00177ED0"/>
    <w:rsid w:val="00183D50"/>
    <w:rsid w:val="00186DB0"/>
    <w:rsid w:val="00191EAD"/>
    <w:rsid w:val="00194A94"/>
    <w:rsid w:val="0019568B"/>
    <w:rsid w:val="00196C9E"/>
    <w:rsid w:val="00196E74"/>
    <w:rsid w:val="00197051"/>
    <w:rsid w:val="001A0401"/>
    <w:rsid w:val="001A0DEB"/>
    <w:rsid w:val="001A1267"/>
    <w:rsid w:val="001A4154"/>
    <w:rsid w:val="001A6BB6"/>
    <w:rsid w:val="001A7E3E"/>
    <w:rsid w:val="001B4AB7"/>
    <w:rsid w:val="001C3493"/>
    <w:rsid w:val="001D001E"/>
    <w:rsid w:val="001D03C4"/>
    <w:rsid w:val="001D154D"/>
    <w:rsid w:val="001D2980"/>
    <w:rsid w:val="001D314A"/>
    <w:rsid w:val="001D44C0"/>
    <w:rsid w:val="001D4C73"/>
    <w:rsid w:val="001D6528"/>
    <w:rsid w:val="001D69C3"/>
    <w:rsid w:val="001E2540"/>
    <w:rsid w:val="001E402B"/>
    <w:rsid w:val="001E7EB9"/>
    <w:rsid w:val="001F0021"/>
    <w:rsid w:val="001F2F64"/>
    <w:rsid w:val="001F3414"/>
    <w:rsid w:val="001F3690"/>
    <w:rsid w:val="001F3C35"/>
    <w:rsid w:val="001F60ED"/>
    <w:rsid w:val="001F6870"/>
    <w:rsid w:val="002023BA"/>
    <w:rsid w:val="002055FF"/>
    <w:rsid w:val="002060BC"/>
    <w:rsid w:val="002106CF"/>
    <w:rsid w:val="00210DC5"/>
    <w:rsid w:val="002112EC"/>
    <w:rsid w:val="0021393E"/>
    <w:rsid w:val="002158D7"/>
    <w:rsid w:val="00216846"/>
    <w:rsid w:val="00220F45"/>
    <w:rsid w:val="002243F9"/>
    <w:rsid w:val="00226485"/>
    <w:rsid w:val="00226801"/>
    <w:rsid w:val="002268F2"/>
    <w:rsid w:val="00235BF8"/>
    <w:rsid w:val="00240E04"/>
    <w:rsid w:val="0025008F"/>
    <w:rsid w:val="002550D5"/>
    <w:rsid w:val="00255271"/>
    <w:rsid w:val="002614F5"/>
    <w:rsid w:val="002658AB"/>
    <w:rsid w:val="00266F02"/>
    <w:rsid w:val="00270E44"/>
    <w:rsid w:val="0027265E"/>
    <w:rsid w:val="00272943"/>
    <w:rsid w:val="002735A2"/>
    <w:rsid w:val="002748A4"/>
    <w:rsid w:val="0027502B"/>
    <w:rsid w:val="00281871"/>
    <w:rsid w:val="002874EC"/>
    <w:rsid w:val="00295EAA"/>
    <w:rsid w:val="002A57D3"/>
    <w:rsid w:val="002B0F27"/>
    <w:rsid w:val="002B1276"/>
    <w:rsid w:val="002B2502"/>
    <w:rsid w:val="002B2DCD"/>
    <w:rsid w:val="002C0982"/>
    <w:rsid w:val="002C322C"/>
    <w:rsid w:val="002C445A"/>
    <w:rsid w:val="002C54DA"/>
    <w:rsid w:val="002C763D"/>
    <w:rsid w:val="002D4B75"/>
    <w:rsid w:val="002E03BE"/>
    <w:rsid w:val="002E2005"/>
    <w:rsid w:val="002E5339"/>
    <w:rsid w:val="002F0456"/>
    <w:rsid w:val="002F0DA6"/>
    <w:rsid w:val="002F181E"/>
    <w:rsid w:val="002F5CA0"/>
    <w:rsid w:val="003009F6"/>
    <w:rsid w:val="003046B2"/>
    <w:rsid w:val="003057C0"/>
    <w:rsid w:val="0031531B"/>
    <w:rsid w:val="00315CD2"/>
    <w:rsid w:val="003209CD"/>
    <w:rsid w:val="00324B4F"/>
    <w:rsid w:val="00325B58"/>
    <w:rsid w:val="00327D21"/>
    <w:rsid w:val="00330F81"/>
    <w:rsid w:val="003313E3"/>
    <w:rsid w:val="0033453D"/>
    <w:rsid w:val="00340785"/>
    <w:rsid w:val="00341CCE"/>
    <w:rsid w:val="0034394E"/>
    <w:rsid w:val="00351A93"/>
    <w:rsid w:val="00352CD6"/>
    <w:rsid w:val="00354A4D"/>
    <w:rsid w:val="00354B48"/>
    <w:rsid w:val="00361CC1"/>
    <w:rsid w:val="00364D7A"/>
    <w:rsid w:val="00366CF6"/>
    <w:rsid w:val="00372662"/>
    <w:rsid w:val="003731E7"/>
    <w:rsid w:val="003733F2"/>
    <w:rsid w:val="003835B3"/>
    <w:rsid w:val="00384236"/>
    <w:rsid w:val="00390D51"/>
    <w:rsid w:val="00394837"/>
    <w:rsid w:val="00396F3B"/>
    <w:rsid w:val="003A0B35"/>
    <w:rsid w:val="003A2F20"/>
    <w:rsid w:val="003A2FC7"/>
    <w:rsid w:val="003A70DC"/>
    <w:rsid w:val="003B278F"/>
    <w:rsid w:val="003B2C4F"/>
    <w:rsid w:val="003B49B3"/>
    <w:rsid w:val="003B6CA4"/>
    <w:rsid w:val="003B6D62"/>
    <w:rsid w:val="003C3481"/>
    <w:rsid w:val="003C68C4"/>
    <w:rsid w:val="003C71C8"/>
    <w:rsid w:val="003D7056"/>
    <w:rsid w:val="003D7B2B"/>
    <w:rsid w:val="003E17C1"/>
    <w:rsid w:val="003E3008"/>
    <w:rsid w:val="003E7CF5"/>
    <w:rsid w:val="003F08CC"/>
    <w:rsid w:val="003F61ED"/>
    <w:rsid w:val="003F6CDC"/>
    <w:rsid w:val="003F737D"/>
    <w:rsid w:val="00402B21"/>
    <w:rsid w:val="00402E6D"/>
    <w:rsid w:val="00404D99"/>
    <w:rsid w:val="00416058"/>
    <w:rsid w:val="0041690D"/>
    <w:rsid w:val="0042072F"/>
    <w:rsid w:val="00430C6E"/>
    <w:rsid w:val="00433EBB"/>
    <w:rsid w:val="00436120"/>
    <w:rsid w:val="00437C53"/>
    <w:rsid w:val="004409E6"/>
    <w:rsid w:val="00443654"/>
    <w:rsid w:val="00443D68"/>
    <w:rsid w:val="00444B54"/>
    <w:rsid w:val="00446B7D"/>
    <w:rsid w:val="00447E4F"/>
    <w:rsid w:val="00450393"/>
    <w:rsid w:val="004514D3"/>
    <w:rsid w:val="00451560"/>
    <w:rsid w:val="00453573"/>
    <w:rsid w:val="00457263"/>
    <w:rsid w:val="00457A02"/>
    <w:rsid w:val="0046270F"/>
    <w:rsid w:val="00467BD9"/>
    <w:rsid w:val="00481E0E"/>
    <w:rsid w:val="00484276"/>
    <w:rsid w:val="00486719"/>
    <w:rsid w:val="00492400"/>
    <w:rsid w:val="00493BC1"/>
    <w:rsid w:val="004A14EF"/>
    <w:rsid w:val="004A6E6A"/>
    <w:rsid w:val="004A6E80"/>
    <w:rsid w:val="004A7A97"/>
    <w:rsid w:val="004B18C6"/>
    <w:rsid w:val="004B5BFD"/>
    <w:rsid w:val="004B64A8"/>
    <w:rsid w:val="004B7C27"/>
    <w:rsid w:val="004C40D9"/>
    <w:rsid w:val="004C6AFF"/>
    <w:rsid w:val="004D114C"/>
    <w:rsid w:val="004D28B3"/>
    <w:rsid w:val="004D4758"/>
    <w:rsid w:val="004D6920"/>
    <w:rsid w:val="004E0013"/>
    <w:rsid w:val="004E0631"/>
    <w:rsid w:val="004E0C5E"/>
    <w:rsid w:val="004E4507"/>
    <w:rsid w:val="004E56C8"/>
    <w:rsid w:val="004E575B"/>
    <w:rsid w:val="004E64FD"/>
    <w:rsid w:val="004E7E6D"/>
    <w:rsid w:val="004F524A"/>
    <w:rsid w:val="004F7F7C"/>
    <w:rsid w:val="00501759"/>
    <w:rsid w:val="00504562"/>
    <w:rsid w:val="0051200E"/>
    <w:rsid w:val="00514CC1"/>
    <w:rsid w:val="00516837"/>
    <w:rsid w:val="005170FF"/>
    <w:rsid w:val="005178FC"/>
    <w:rsid w:val="00520466"/>
    <w:rsid w:val="00521CDC"/>
    <w:rsid w:val="00523574"/>
    <w:rsid w:val="005245E8"/>
    <w:rsid w:val="00526163"/>
    <w:rsid w:val="00532699"/>
    <w:rsid w:val="00534F08"/>
    <w:rsid w:val="00535BEE"/>
    <w:rsid w:val="00537F25"/>
    <w:rsid w:val="0054301F"/>
    <w:rsid w:val="00547D44"/>
    <w:rsid w:val="0055065E"/>
    <w:rsid w:val="00557365"/>
    <w:rsid w:val="00561694"/>
    <w:rsid w:val="0056397B"/>
    <w:rsid w:val="00563D76"/>
    <w:rsid w:val="005642A4"/>
    <w:rsid w:val="005658F3"/>
    <w:rsid w:val="0057207C"/>
    <w:rsid w:val="005727C9"/>
    <w:rsid w:val="00576153"/>
    <w:rsid w:val="00585D78"/>
    <w:rsid w:val="00587948"/>
    <w:rsid w:val="00595CB8"/>
    <w:rsid w:val="005B1791"/>
    <w:rsid w:val="005B644A"/>
    <w:rsid w:val="005C0882"/>
    <w:rsid w:val="005C3DC9"/>
    <w:rsid w:val="005C4F10"/>
    <w:rsid w:val="005C743A"/>
    <w:rsid w:val="005C78BB"/>
    <w:rsid w:val="005D00F0"/>
    <w:rsid w:val="005E1DEC"/>
    <w:rsid w:val="005E35A7"/>
    <w:rsid w:val="005E4044"/>
    <w:rsid w:val="005F0DC6"/>
    <w:rsid w:val="005F18DF"/>
    <w:rsid w:val="005F36B3"/>
    <w:rsid w:val="005F49BC"/>
    <w:rsid w:val="006002DC"/>
    <w:rsid w:val="00603DD4"/>
    <w:rsid w:val="006138FD"/>
    <w:rsid w:val="00615011"/>
    <w:rsid w:val="0061557A"/>
    <w:rsid w:val="00615AE7"/>
    <w:rsid w:val="00616DEC"/>
    <w:rsid w:val="00617FC1"/>
    <w:rsid w:val="00624D13"/>
    <w:rsid w:val="0062694C"/>
    <w:rsid w:val="00630EBE"/>
    <w:rsid w:val="00630F7E"/>
    <w:rsid w:val="006313DF"/>
    <w:rsid w:val="00634323"/>
    <w:rsid w:val="00635B1A"/>
    <w:rsid w:val="00640947"/>
    <w:rsid w:val="00642710"/>
    <w:rsid w:val="00646AF5"/>
    <w:rsid w:val="006539B9"/>
    <w:rsid w:val="0066279A"/>
    <w:rsid w:val="00662D23"/>
    <w:rsid w:val="006636B9"/>
    <w:rsid w:val="0066693F"/>
    <w:rsid w:val="00672A8A"/>
    <w:rsid w:val="00673344"/>
    <w:rsid w:val="00674DB5"/>
    <w:rsid w:val="006752F4"/>
    <w:rsid w:val="00675DFB"/>
    <w:rsid w:val="00677ACE"/>
    <w:rsid w:val="00680976"/>
    <w:rsid w:val="00680F4E"/>
    <w:rsid w:val="00681C77"/>
    <w:rsid w:val="0068379E"/>
    <w:rsid w:val="00686033"/>
    <w:rsid w:val="0068732C"/>
    <w:rsid w:val="00693DEE"/>
    <w:rsid w:val="006A458B"/>
    <w:rsid w:val="006A73D1"/>
    <w:rsid w:val="006B0EA1"/>
    <w:rsid w:val="006B1824"/>
    <w:rsid w:val="006B1FD5"/>
    <w:rsid w:val="006B6243"/>
    <w:rsid w:val="006B6F2A"/>
    <w:rsid w:val="006C07DD"/>
    <w:rsid w:val="006C1111"/>
    <w:rsid w:val="006C3F17"/>
    <w:rsid w:val="006C474C"/>
    <w:rsid w:val="006D1208"/>
    <w:rsid w:val="006D23FC"/>
    <w:rsid w:val="006D35F2"/>
    <w:rsid w:val="006D5352"/>
    <w:rsid w:val="006D591E"/>
    <w:rsid w:val="006E7DFD"/>
    <w:rsid w:val="006E7F11"/>
    <w:rsid w:val="006F637E"/>
    <w:rsid w:val="006F75C2"/>
    <w:rsid w:val="006F79C7"/>
    <w:rsid w:val="006F7B91"/>
    <w:rsid w:val="00701AE4"/>
    <w:rsid w:val="00711019"/>
    <w:rsid w:val="007157AA"/>
    <w:rsid w:val="00716107"/>
    <w:rsid w:val="00720C35"/>
    <w:rsid w:val="007227E2"/>
    <w:rsid w:val="0073031D"/>
    <w:rsid w:val="00733F55"/>
    <w:rsid w:val="0074126D"/>
    <w:rsid w:val="00742BD2"/>
    <w:rsid w:val="00746C6F"/>
    <w:rsid w:val="00746D6B"/>
    <w:rsid w:val="00747852"/>
    <w:rsid w:val="0075128A"/>
    <w:rsid w:val="007527CE"/>
    <w:rsid w:val="00763ACD"/>
    <w:rsid w:val="00764418"/>
    <w:rsid w:val="00764BF0"/>
    <w:rsid w:val="0076533F"/>
    <w:rsid w:val="00766A21"/>
    <w:rsid w:val="00766A76"/>
    <w:rsid w:val="0076747E"/>
    <w:rsid w:val="00767AD5"/>
    <w:rsid w:val="0077301E"/>
    <w:rsid w:val="00773A6C"/>
    <w:rsid w:val="00773CA0"/>
    <w:rsid w:val="00775CB8"/>
    <w:rsid w:val="00776DAD"/>
    <w:rsid w:val="00777C86"/>
    <w:rsid w:val="00780306"/>
    <w:rsid w:val="0078455E"/>
    <w:rsid w:val="0079241F"/>
    <w:rsid w:val="0079284E"/>
    <w:rsid w:val="00793396"/>
    <w:rsid w:val="0079393E"/>
    <w:rsid w:val="0079443A"/>
    <w:rsid w:val="00794D65"/>
    <w:rsid w:val="007A2305"/>
    <w:rsid w:val="007A3BC0"/>
    <w:rsid w:val="007A4BF4"/>
    <w:rsid w:val="007A5EC7"/>
    <w:rsid w:val="007A72BC"/>
    <w:rsid w:val="007B1DB8"/>
    <w:rsid w:val="007B34B0"/>
    <w:rsid w:val="007B3C95"/>
    <w:rsid w:val="007B4179"/>
    <w:rsid w:val="007B67A5"/>
    <w:rsid w:val="007B7C6F"/>
    <w:rsid w:val="007C0302"/>
    <w:rsid w:val="007C0DA0"/>
    <w:rsid w:val="007C4D0D"/>
    <w:rsid w:val="007D0C42"/>
    <w:rsid w:val="007D711A"/>
    <w:rsid w:val="007D7982"/>
    <w:rsid w:val="007E1525"/>
    <w:rsid w:val="007E358A"/>
    <w:rsid w:val="007F37DE"/>
    <w:rsid w:val="007F55EB"/>
    <w:rsid w:val="007F6FA0"/>
    <w:rsid w:val="007F73AC"/>
    <w:rsid w:val="00801ACC"/>
    <w:rsid w:val="00801E6C"/>
    <w:rsid w:val="00802A23"/>
    <w:rsid w:val="00804F10"/>
    <w:rsid w:val="00810ECD"/>
    <w:rsid w:val="00813D68"/>
    <w:rsid w:val="00817B94"/>
    <w:rsid w:val="0082430E"/>
    <w:rsid w:val="00825A6F"/>
    <w:rsid w:val="0083091A"/>
    <w:rsid w:val="008313BC"/>
    <w:rsid w:val="00833044"/>
    <w:rsid w:val="008362A4"/>
    <w:rsid w:val="008376A9"/>
    <w:rsid w:val="00840AB6"/>
    <w:rsid w:val="00843B98"/>
    <w:rsid w:val="0084453D"/>
    <w:rsid w:val="00847C3C"/>
    <w:rsid w:val="00850721"/>
    <w:rsid w:val="00855636"/>
    <w:rsid w:val="008605EC"/>
    <w:rsid w:val="00863CF1"/>
    <w:rsid w:val="00864E28"/>
    <w:rsid w:val="00865234"/>
    <w:rsid w:val="008654EF"/>
    <w:rsid w:val="008707E3"/>
    <w:rsid w:val="00873351"/>
    <w:rsid w:val="00885C0F"/>
    <w:rsid w:val="00887281"/>
    <w:rsid w:val="00890DE4"/>
    <w:rsid w:val="00893DB5"/>
    <w:rsid w:val="0089553A"/>
    <w:rsid w:val="008966B1"/>
    <w:rsid w:val="00896D7E"/>
    <w:rsid w:val="008A2627"/>
    <w:rsid w:val="008A2FC2"/>
    <w:rsid w:val="008A3B9D"/>
    <w:rsid w:val="008A6036"/>
    <w:rsid w:val="008B434E"/>
    <w:rsid w:val="008B4EB1"/>
    <w:rsid w:val="008C10D0"/>
    <w:rsid w:val="008C63DF"/>
    <w:rsid w:val="008D1D3F"/>
    <w:rsid w:val="008D43EA"/>
    <w:rsid w:val="008E4B33"/>
    <w:rsid w:val="008E5E86"/>
    <w:rsid w:val="008F7FB4"/>
    <w:rsid w:val="00900139"/>
    <w:rsid w:val="00901A85"/>
    <w:rsid w:val="00905128"/>
    <w:rsid w:val="00905C0B"/>
    <w:rsid w:val="0091006A"/>
    <w:rsid w:val="009123E8"/>
    <w:rsid w:val="0091345D"/>
    <w:rsid w:val="00916BAE"/>
    <w:rsid w:val="00924C68"/>
    <w:rsid w:val="00926860"/>
    <w:rsid w:val="00927BBE"/>
    <w:rsid w:val="0093014F"/>
    <w:rsid w:val="00930A82"/>
    <w:rsid w:val="0093122D"/>
    <w:rsid w:val="0094270A"/>
    <w:rsid w:val="0094394F"/>
    <w:rsid w:val="00946425"/>
    <w:rsid w:val="0095154D"/>
    <w:rsid w:val="00951608"/>
    <w:rsid w:val="00951CF8"/>
    <w:rsid w:val="009530BE"/>
    <w:rsid w:val="0095511C"/>
    <w:rsid w:val="00955C32"/>
    <w:rsid w:val="00956692"/>
    <w:rsid w:val="0096028C"/>
    <w:rsid w:val="00960FC8"/>
    <w:rsid w:val="00961E3A"/>
    <w:rsid w:val="00962E4A"/>
    <w:rsid w:val="00964278"/>
    <w:rsid w:val="00971764"/>
    <w:rsid w:val="00972FB4"/>
    <w:rsid w:val="0097568A"/>
    <w:rsid w:val="00981B41"/>
    <w:rsid w:val="009829D2"/>
    <w:rsid w:val="00983900"/>
    <w:rsid w:val="00985281"/>
    <w:rsid w:val="00985BC2"/>
    <w:rsid w:val="0098714C"/>
    <w:rsid w:val="00987337"/>
    <w:rsid w:val="00990E6B"/>
    <w:rsid w:val="009958CF"/>
    <w:rsid w:val="00996D1A"/>
    <w:rsid w:val="00997951"/>
    <w:rsid w:val="009A5C5C"/>
    <w:rsid w:val="009B55DC"/>
    <w:rsid w:val="009B6A78"/>
    <w:rsid w:val="009C03B7"/>
    <w:rsid w:val="009C2CFB"/>
    <w:rsid w:val="009C3B8E"/>
    <w:rsid w:val="009C4407"/>
    <w:rsid w:val="009C542B"/>
    <w:rsid w:val="009D4A44"/>
    <w:rsid w:val="009E02D4"/>
    <w:rsid w:val="009E361E"/>
    <w:rsid w:val="009E436D"/>
    <w:rsid w:val="009E7C99"/>
    <w:rsid w:val="00A00227"/>
    <w:rsid w:val="00A04B06"/>
    <w:rsid w:val="00A10116"/>
    <w:rsid w:val="00A13043"/>
    <w:rsid w:val="00A13647"/>
    <w:rsid w:val="00A15437"/>
    <w:rsid w:val="00A15F01"/>
    <w:rsid w:val="00A16083"/>
    <w:rsid w:val="00A169B8"/>
    <w:rsid w:val="00A20406"/>
    <w:rsid w:val="00A234D7"/>
    <w:rsid w:val="00A24241"/>
    <w:rsid w:val="00A24996"/>
    <w:rsid w:val="00A3054B"/>
    <w:rsid w:val="00A305CA"/>
    <w:rsid w:val="00A32857"/>
    <w:rsid w:val="00A353B3"/>
    <w:rsid w:val="00A43437"/>
    <w:rsid w:val="00A45B06"/>
    <w:rsid w:val="00A53592"/>
    <w:rsid w:val="00A557A4"/>
    <w:rsid w:val="00A56A9D"/>
    <w:rsid w:val="00A62D49"/>
    <w:rsid w:val="00A63BD5"/>
    <w:rsid w:val="00A666AC"/>
    <w:rsid w:val="00A6760C"/>
    <w:rsid w:val="00A67C35"/>
    <w:rsid w:val="00A70705"/>
    <w:rsid w:val="00A70A08"/>
    <w:rsid w:val="00A7220C"/>
    <w:rsid w:val="00A723DD"/>
    <w:rsid w:val="00A751A8"/>
    <w:rsid w:val="00A77442"/>
    <w:rsid w:val="00A80068"/>
    <w:rsid w:val="00A8065A"/>
    <w:rsid w:val="00A82561"/>
    <w:rsid w:val="00A82E96"/>
    <w:rsid w:val="00A87F54"/>
    <w:rsid w:val="00A90748"/>
    <w:rsid w:val="00A92BAB"/>
    <w:rsid w:val="00A94AC8"/>
    <w:rsid w:val="00AA2448"/>
    <w:rsid w:val="00AA2868"/>
    <w:rsid w:val="00AA309E"/>
    <w:rsid w:val="00AA48D0"/>
    <w:rsid w:val="00AB110A"/>
    <w:rsid w:val="00AB177E"/>
    <w:rsid w:val="00AB4542"/>
    <w:rsid w:val="00AB4CB4"/>
    <w:rsid w:val="00AB7648"/>
    <w:rsid w:val="00AC1F5D"/>
    <w:rsid w:val="00AC3238"/>
    <w:rsid w:val="00AC5DCF"/>
    <w:rsid w:val="00AD55BE"/>
    <w:rsid w:val="00AD7350"/>
    <w:rsid w:val="00AD7DE9"/>
    <w:rsid w:val="00AE138A"/>
    <w:rsid w:val="00AF02F6"/>
    <w:rsid w:val="00AF5F7C"/>
    <w:rsid w:val="00B00AC1"/>
    <w:rsid w:val="00B10DB6"/>
    <w:rsid w:val="00B153AC"/>
    <w:rsid w:val="00B15B34"/>
    <w:rsid w:val="00B16F7C"/>
    <w:rsid w:val="00B16FE6"/>
    <w:rsid w:val="00B228ED"/>
    <w:rsid w:val="00B22DF9"/>
    <w:rsid w:val="00B24006"/>
    <w:rsid w:val="00B2682D"/>
    <w:rsid w:val="00B277B6"/>
    <w:rsid w:val="00B32AD9"/>
    <w:rsid w:val="00B36897"/>
    <w:rsid w:val="00B4192D"/>
    <w:rsid w:val="00B52D6A"/>
    <w:rsid w:val="00B57512"/>
    <w:rsid w:val="00B6000E"/>
    <w:rsid w:val="00B65A13"/>
    <w:rsid w:val="00B67616"/>
    <w:rsid w:val="00B67846"/>
    <w:rsid w:val="00B702B3"/>
    <w:rsid w:val="00B708FE"/>
    <w:rsid w:val="00B73D43"/>
    <w:rsid w:val="00B756C1"/>
    <w:rsid w:val="00B7608F"/>
    <w:rsid w:val="00B812D2"/>
    <w:rsid w:val="00B85397"/>
    <w:rsid w:val="00B9043F"/>
    <w:rsid w:val="00B91079"/>
    <w:rsid w:val="00B94FFF"/>
    <w:rsid w:val="00B953C7"/>
    <w:rsid w:val="00B95D9D"/>
    <w:rsid w:val="00B96804"/>
    <w:rsid w:val="00B978E2"/>
    <w:rsid w:val="00BA08D9"/>
    <w:rsid w:val="00BA1893"/>
    <w:rsid w:val="00BA68D7"/>
    <w:rsid w:val="00BA6F57"/>
    <w:rsid w:val="00BB3276"/>
    <w:rsid w:val="00BB3329"/>
    <w:rsid w:val="00BC0AB0"/>
    <w:rsid w:val="00BC1F39"/>
    <w:rsid w:val="00BC4E3D"/>
    <w:rsid w:val="00BC71C0"/>
    <w:rsid w:val="00BD051F"/>
    <w:rsid w:val="00BD05B5"/>
    <w:rsid w:val="00BD0B10"/>
    <w:rsid w:val="00BD22C1"/>
    <w:rsid w:val="00BD3338"/>
    <w:rsid w:val="00BD4937"/>
    <w:rsid w:val="00BD6CF8"/>
    <w:rsid w:val="00BE223D"/>
    <w:rsid w:val="00BE310F"/>
    <w:rsid w:val="00BE39F6"/>
    <w:rsid w:val="00BE6073"/>
    <w:rsid w:val="00BF147F"/>
    <w:rsid w:val="00BF44D4"/>
    <w:rsid w:val="00BF46CD"/>
    <w:rsid w:val="00BF5372"/>
    <w:rsid w:val="00BF61BE"/>
    <w:rsid w:val="00BF6452"/>
    <w:rsid w:val="00C01C1E"/>
    <w:rsid w:val="00C023D2"/>
    <w:rsid w:val="00C0293B"/>
    <w:rsid w:val="00C052CD"/>
    <w:rsid w:val="00C06FD4"/>
    <w:rsid w:val="00C07127"/>
    <w:rsid w:val="00C076D0"/>
    <w:rsid w:val="00C10D8F"/>
    <w:rsid w:val="00C1183C"/>
    <w:rsid w:val="00C11AA3"/>
    <w:rsid w:val="00C11F09"/>
    <w:rsid w:val="00C16238"/>
    <w:rsid w:val="00C17834"/>
    <w:rsid w:val="00C17AB8"/>
    <w:rsid w:val="00C262F4"/>
    <w:rsid w:val="00C31AC7"/>
    <w:rsid w:val="00C32313"/>
    <w:rsid w:val="00C33324"/>
    <w:rsid w:val="00C35E10"/>
    <w:rsid w:val="00C51BDC"/>
    <w:rsid w:val="00C51BEC"/>
    <w:rsid w:val="00C51CDF"/>
    <w:rsid w:val="00C5543D"/>
    <w:rsid w:val="00C55645"/>
    <w:rsid w:val="00C631C8"/>
    <w:rsid w:val="00C645DF"/>
    <w:rsid w:val="00C6769D"/>
    <w:rsid w:val="00C728F5"/>
    <w:rsid w:val="00C7499E"/>
    <w:rsid w:val="00C84FE8"/>
    <w:rsid w:val="00C92742"/>
    <w:rsid w:val="00C96FC8"/>
    <w:rsid w:val="00C97171"/>
    <w:rsid w:val="00C97341"/>
    <w:rsid w:val="00CA6F33"/>
    <w:rsid w:val="00CB3E01"/>
    <w:rsid w:val="00CB4E1D"/>
    <w:rsid w:val="00CC01FC"/>
    <w:rsid w:val="00CC2D15"/>
    <w:rsid w:val="00CC3587"/>
    <w:rsid w:val="00CC4425"/>
    <w:rsid w:val="00CD027F"/>
    <w:rsid w:val="00CD1730"/>
    <w:rsid w:val="00CD279F"/>
    <w:rsid w:val="00CD34A9"/>
    <w:rsid w:val="00CD5D41"/>
    <w:rsid w:val="00CE3133"/>
    <w:rsid w:val="00CE6598"/>
    <w:rsid w:val="00CE6C1C"/>
    <w:rsid w:val="00CE7F3D"/>
    <w:rsid w:val="00CF007D"/>
    <w:rsid w:val="00CF08BE"/>
    <w:rsid w:val="00CF171E"/>
    <w:rsid w:val="00CF2EF1"/>
    <w:rsid w:val="00D0198C"/>
    <w:rsid w:val="00D03144"/>
    <w:rsid w:val="00D04231"/>
    <w:rsid w:val="00D07CE1"/>
    <w:rsid w:val="00D1052B"/>
    <w:rsid w:val="00D11EB8"/>
    <w:rsid w:val="00D12544"/>
    <w:rsid w:val="00D23FC0"/>
    <w:rsid w:val="00D27E78"/>
    <w:rsid w:val="00D32FA6"/>
    <w:rsid w:val="00D40E34"/>
    <w:rsid w:val="00D44CD1"/>
    <w:rsid w:val="00D50FC1"/>
    <w:rsid w:val="00D55923"/>
    <w:rsid w:val="00D56C2C"/>
    <w:rsid w:val="00D56F3E"/>
    <w:rsid w:val="00D62153"/>
    <w:rsid w:val="00D6370E"/>
    <w:rsid w:val="00D667E8"/>
    <w:rsid w:val="00D67459"/>
    <w:rsid w:val="00D73243"/>
    <w:rsid w:val="00D7558D"/>
    <w:rsid w:val="00D75B22"/>
    <w:rsid w:val="00D80B41"/>
    <w:rsid w:val="00D82639"/>
    <w:rsid w:val="00D84A38"/>
    <w:rsid w:val="00D90AFE"/>
    <w:rsid w:val="00D91986"/>
    <w:rsid w:val="00D91A7B"/>
    <w:rsid w:val="00D92900"/>
    <w:rsid w:val="00D972F8"/>
    <w:rsid w:val="00DA0804"/>
    <w:rsid w:val="00DA18FA"/>
    <w:rsid w:val="00DA31F8"/>
    <w:rsid w:val="00DA41B7"/>
    <w:rsid w:val="00DA49A1"/>
    <w:rsid w:val="00DA5656"/>
    <w:rsid w:val="00DA77A9"/>
    <w:rsid w:val="00DA7E36"/>
    <w:rsid w:val="00DB0202"/>
    <w:rsid w:val="00DB055C"/>
    <w:rsid w:val="00DB3FA7"/>
    <w:rsid w:val="00DB4ADB"/>
    <w:rsid w:val="00DB4CC0"/>
    <w:rsid w:val="00DB57AA"/>
    <w:rsid w:val="00DC05AE"/>
    <w:rsid w:val="00DC24F9"/>
    <w:rsid w:val="00DC5D75"/>
    <w:rsid w:val="00DD1AFC"/>
    <w:rsid w:val="00DD76E3"/>
    <w:rsid w:val="00DD79E8"/>
    <w:rsid w:val="00DD7C12"/>
    <w:rsid w:val="00DE04CB"/>
    <w:rsid w:val="00DE0502"/>
    <w:rsid w:val="00DE5074"/>
    <w:rsid w:val="00DE5DCB"/>
    <w:rsid w:val="00DE633F"/>
    <w:rsid w:val="00DF0182"/>
    <w:rsid w:val="00DF26B8"/>
    <w:rsid w:val="00DF76A5"/>
    <w:rsid w:val="00E04912"/>
    <w:rsid w:val="00E106D8"/>
    <w:rsid w:val="00E2051A"/>
    <w:rsid w:val="00E2700A"/>
    <w:rsid w:val="00E31555"/>
    <w:rsid w:val="00E344B0"/>
    <w:rsid w:val="00E4410B"/>
    <w:rsid w:val="00E445E9"/>
    <w:rsid w:val="00E448FF"/>
    <w:rsid w:val="00E44B38"/>
    <w:rsid w:val="00E47C84"/>
    <w:rsid w:val="00E54872"/>
    <w:rsid w:val="00E5555E"/>
    <w:rsid w:val="00E56327"/>
    <w:rsid w:val="00E57FD7"/>
    <w:rsid w:val="00E70578"/>
    <w:rsid w:val="00E71D49"/>
    <w:rsid w:val="00E7236A"/>
    <w:rsid w:val="00E776F6"/>
    <w:rsid w:val="00E82F5D"/>
    <w:rsid w:val="00E84D0D"/>
    <w:rsid w:val="00E85ECC"/>
    <w:rsid w:val="00E92804"/>
    <w:rsid w:val="00EA232C"/>
    <w:rsid w:val="00EA2758"/>
    <w:rsid w:val="00EA477D"/>
    <w:rsid w:val="00EA48E4"/>
    <w:rsid w:val="00EA491F"/>
    <w:rsid w:val="00EA4AF4"/>
    <w:rsid w:val="00EA5444"/>
    <w:rsid w:val="00EA5A54"/>
    <w:rsid w:val="00EA5E50"/>
    <w:rsid w:val="00EA724A"/>
    <w:rsid w:val="00EB175A"/>
    <w:rsid w:val="00EB314C"/>
    <w:rsid w:val="00EC23A8"/>
    <w:rsid w:val="00EC30F7"/>
    <w:rsid w:val="00EC5716"/>
    <w:rsid w:val="00ED2CCF"/>
    <w:rsid w:val="00ED35C8"/>
    <w:rsid w:val="00EE0464"/>
    <w:rsid w:val="00EE6480"/>
    <w:rsid w:val="00EE6E29"/>
    <w:rsid w:val="00EE7DA1"/>
    <w:rsid w:val="00EE7EA5"/>
    <w:rsid w:val="00EF08C2"/>
    <w:rsid w:val="00EF3EF9"/>
    <w:rsid w:val="00EF7D16"/>
    <w:rsid w:val="00F0260A"/>
    <w:rsid w:val="00F03912"/>
    <w:rsid w:val="00F042AE"/>
    <w:rsid w:val="00F05F09"/>
    <w:rsid w:val="00F16771"/>
    <w:rsid w:val="00F21A7F"/>
    <w:rsid w:val="00F21F9D"/>
    <w:rsid w:val="00F25D21"/>
    <w:rsid w:val="00F3419C"/>
    <w:rsid w:val="00F34660"/>
    <w:rsid w:val="00F3545A"/>
    <w:rsid w:val="00F35EB4"/>
    <w:rsid w:val="00F4141D"/>
    <w:rsid w:val="00F4328E"/>
    <w:rsid w:val="00F44CF1"/>
    <w:rsid w:val="00F46412"/>
    <w:rsid w:val="00F5200F"/>
    <w:rsid w:val="00F6054C"/>
    <w:rsid w:val="00F61F63"/>
    <w:rsid w:val="00F65291"/>
    <w:rsid w:val="00F66BEE"/>
    <w:rsid w:val="00F701AC"/>
    <w:rsid w:val="00F70B96"/>
    <w:rsid w:val="00F71AB9"/>
    <w:rsid w:val="00F7380F"/>
    <w:rsid w:val="00F77F26"/>
    <w:rsid w:val="00F81698"/>
    <w:rsid w:val="00F816D5"/>
    <w:rsid w:val="00F821FE"/>
    <w:rsid w:val="00F8220B"/>
    <w:rsid w:val="00F86725"/>
    <w:rsid w:val="00F879D7"/>
    <w:rsid w:val="00F93C67"/>
    <w:rsid w:val="00F95FB9"/>
    <w:rsid w:val="00FA096B"/>
    <w:rsid w:val="00FA27B8"/>
    <w:rsid w:val="00FB09C5"/>
    <w:rsid w:val="00FB1931"/>
    <w:rsid w:val="00FB5305"/>
    <w:rsid w:val="00FC1008"/>
    <w:rsid w:val="00FC4786"/>
    <w:rsid w:val="00FC5A2F"/>
    <w:rsid w:val="00FD039A"/>
    <w:rsid w:val="00FD22E0"/>
    <w:rsid w:val="00FD356A"/>
    <w:rsid w:val="00FD429A"/>
    <w:rsid w:val="00FE3127"/>
    <w:rsid w:val="00FE38CC"/>
    <w:rsid w:val="00FE4172"/>
    <w:rsid w:val="00FE7135"/>
    <w:rsid w:val="00FE7795"/>
    <w:rsid w:val="00FF42A1"/>
    <w:rsid w:val="00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4FC94"/>
  <w15:docId w15:val="{5D027032-F248-4091-8F49-7C2D8064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DD4"/>
    <w:pPr>
      <w:jc w:val="both"/>
    </w:pPr>
    <w:rPr>
      <w:rFonts w:ascii="Source Sans Pro" w:hAnsi="Source Sans Pro" w:cs="Tahoma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0D121B"/>
    <w:pPr>
      <w:keepNext/>
      <w:keepLines/>
      <w:numPr>
        <w:numId w:val="1"/>
      </w:numPr>
      <w:spacing w:before="360" w:after="120"/>
      <w:ind w:left="357" w:hanging="357"/>
      <w:jc w:val="center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Ttulo2">
    <w:name w:val="heading 2"/>
    <w:basedOn w:val="Normal"/>
    <w:next w:val="Normal"/>
    <w:link w:val="Ttulo2Carter"/>
    <w:autoRedefine/>
    <w:uiPriority w:val="9"/>
    <w:unhideWhenUsed/>
    <w:qFormat/>
    <w:rsid w:val="00A13043"/>
    <w:pPr>
      <w:keepNext/>
      <w:keepLines/>
      <w:numPr>
        <w:numId w:val="2"/>
      </w:numPr>
      <w:spacing w:before="360" w:after="120"/>
      <w:ind w:left="357" w:hanging="357"/>
      <w:jc w:val="center"/>
      <w:outlineLvl w:val="1"/>
    </w:pPr>
    <w:rPr>
      <w:rFonts w:eastAsiaTheme="majorEastAsia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ter"/>
    <w:autoRedefine/>
    <w:uiPriority w:val="9"/>
    <w:unhideWhenUsed/>
    <w:qFormat/>
    <w:rsid w:val="00813D68"/>
    <w:pPr>
      <w:keepNext/>
      <w:keepLines/>
      <w:numPr>
        <w:numId w:val="3"/>
      </w:numPr>
      <w:spacing w:before="240" w:after="120"/>
      <w:ind w:left="714" w:hanging="357"/>
      <w:jc w:val="center"/>
      <w:outlineLvl w:val="2"/>
    </w:pPr>
    <w:rPr>
      <w:rFonts w:eastAsiaTheme="majorEastAsia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ter"/>
    <w:autoRedefine/>
    <w:uiPriority w:val="9"/>
    <w:unhideWhenUsed/>
    <w:qFormat/>
    <w:rsid w:val="002C54DA"/>
    <w:pPr>
      <w:keepNext/>
      <w:keepLines/>
      <w:numPr>
        <w:numId w:val="4"/>
      </w:numPr>
      <w:spacing w:before="40" w:after="0"/>
      <w:jc w:val="center"/>
      <w:outlineLvl w:val="3"/>
    </w:pPr>
    <w:rPr>
      <w:rFonts w:eastAsiaTheme="majorEastAsia" w:cstheme="majorBidi"/>
      <w:b/>
      <w:iCs/>
    </w:rPr>
  </w:style>
  <w:style w:type="paragraph" w:styleId="Ttulo5">
    <w:name w:val="heading 5"/>
    <w:basedOn w:val="Normal"/>
    <w:next w:val="Normal"/>
    <w:link w:val="Ttulo5Carter"/>
    <w:autoRedefine/>
    <w:uiPriority w:val="9"/>
    <w:unhideWhenUsed/>
    <w:qFormat/>
    <w:rsid w:val="00EA724A"/>
    <w:pPr>
      <w:keepNext/>
      <w:keepLines/>
      <w:numPr>
        <w:numId w:val="5"/>
      </w:numPr>
      <w:spacing w:before="360" w:after="120"/>
      <w:ind w:left="0" w:firstLine="567"/>
      <w:jc w:val="center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6D591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6D591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6D591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6D591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arter"/>
    <w:unhideWhenUsed/>
    <w:rsid w:val="00443654"/>
    <w:pPr>
      <w:spacing w:after="0" w:line="240" w:lineRule="auto"/>
    </w:pPr>
    <w:rPr>
      <w:rFonts w:ascii="Times New Roman" w:eastAsia="Times New Roman" w:hAnsi="Times New Roman" w:cs="Times New Roman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443654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4365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4365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43654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44CF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44CF1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3545A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27D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27D21"/>
  </w:style>
  <w:style w:type="paragraph" w:styleId="Rodap">
    <w:name w:val="footer"/>
    <w:basedOn w:val="Normal"/>
    <w:link w:val="RodapCarter"/>
    <w:autoRedefine/>
    <w:uiPriority w:val="99"/>
    <w:unhideWhenUsed/>
    <w:rsid w:val="00B73D43"/>
    <w:pPr>
      <w:tabs>
        <w:tab w:val="center" w:pos="4252"/>
        <w:tab w:val="right" w:pos="8504"/>
      </w:tabs>
      <w:spacing w:after="0" w:line="240" w:lineRule="auto"/>
      <w:jc w:val="center"/>
    </w:pPr>
    <w:rPr>
      <w:sz w:val="18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73D43"/>
    <w:rPr>
      <w:rFonts w:ascii="Source Sans Pro" w:hAnsi="Source Sans Pro" w:cs="Tahoma"/>
      <w:sz w:val="18"/>
    </w:rPr>
  </w:style>
  <w:style w:type="table" w:styleId="TabelacomGrelha">
    <w:name w:val="Table Grid"/>
    <w:basedOn w:val="Tabelanormal"/>
    <w:uiPriority w:val="59"/>
    <w:unhideWhenUsed/>
    <w:rsid w:val="002C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0D121B"/>
    <w:rPr>
      <w:rFonts w:ascii="Source Sans Pro" w:eastAsiaTheme="majorEastAsia" w:hAnsi="Source Sans Pro" w:cstheme="majorBidi"/>
      <w:b/>
      <w:smallCaps/>
      <w:sz w:val="28"/>
      <w:szCs w:val="32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A13043"/>
    <w:rPr>
      <w:rFonts w:ascii="Source Sans Pro" w:eastAsiaTheme="majorEastAsia" w:hAnsi="Source Sans Pro" w:cstheme="majorBidi"/>
      <w:b/>
      <w:sz w:val="24"/>
      <w:szCs w:val="2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813D68"/>
    <w:rPr>
      <w:rFonts w:ascii="Source Sans Pro" w:eastAsiaTheme="majorEastAsia" w:hAnsi="Source Sans Pro" w:cstheme="majorBidi"/>
      <w:b/>
      <w:sz w:val="24"/>
      <w:szCs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2C54DA"/>
    <w:rPr>
      <w:rFonts w:ascii="Source Sans Pro" w:eastAsiaTheme="majorEastAsia" w:hAnsi="Source Sans Pro" w:cstheme="majorBidi"/>
      <w:b/>
      <w:iCs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EA724A"/>
    <w:rPr>
      <w:rFonts w:ascii="Source Sans Pro" w:eastAsiaTheme="majorEastAsia" w:hAnsi="Source Sans Pro" w:cstheme="majorBidi"/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6D59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6D59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6D59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6D5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rio">
    <w:name w:val="annotation reference"/>
    <w:basedOn w:val="Tipodeletrapredefinidodopargrafo"/>
    <w:unhideWhenUsed/>
    <w:rsid w:val="0083091A"/>
    <w:rPr>
      <w:sz w:val="16"/>
      <w:szCs w:val="16"/>
    </w:rPr>
  </w:style>
  <w:style w:type="paragraph" w:customStyle="1" w:styleId="Default">
    <w:name w:val="Default"/>
    <w:qFormat/>
    <w:rsid w:val="00142F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t-PT"/>
    </w:rPr>
  </w:style>
  <w:style w:type="paragraph" w:styleId="Lista">
    <w:name w:val="List"/>
    <w:basedOn w:val="Normal"/>
    <w:rsid w:val="00142FF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A49A1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arter1"/>
    <w:rsid w:val="002C763D"/>
    <w:pPr>
      <w:spacing w:after="0" w:line="360" w:lineRule="auto"/>
      <w:ind w:right="-147"/>
    </w:pPr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orpodetextoCarter">
    <w:name w:val="Corpo de texto Caráter"/>
    <w:basedOn w:val="Tipodeletrapredefinidodopargrafo"/>
    <w:uiPriority w:val="99"/>
    <w:semiHidden/>
    <w:rsid w:val="002C763D"/>
    <w:rPr>
      <w:rFonts w:ascii="Source Sans Pro" w:hAnsi="Source Sans Pro" w:cs="Tahoma"/>
    </w:rPr>
  </w:style>
  <w:style w:type="character" w:customStyle="1" w:styleId="CorpodetextoCarter1">
    <w:name w:val="Corpo de texto Caráter1"/>
    <w:link w:val="Corpodetexto"/>
    <w:rsid w:val="002C763D"/>
    <w:rPr>
      <w:rFonts w:ascii="Comic Sans MS" w:eastAsia="Times New Roman" w:hAnsi="Comic Sans MS" w:cs="Times New Roman"/>
      <w:szCs w:val="20"/>
      <w:lang w:val="x-none" w:eastAsia="x-none"/>
    </w:rPr>
  </w:style>
  <w:style w:type="character" w:customStyle="1" w:styleId="CabealhoCarcter">
    <w:name w:val="Cabeçalho Carácter"/>
    <w:basedOn w:val="Tipodeletrapredefinidodopargrafo"/>
    <w:rsid w:val="00890DE4"/>
  </w:style>
  <w:style w:type="paragraph" w:styleId="NormalWeb">
    <w:name w:val="Normal (Web)"/>
    <w:basedOn w:val="Normal"/>
    <w:uiPriority w:val="99"/>
    <w:unhideWhenUsed/>
    <w:rsid w:val="00D23F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apple-converted-space">
    <w:name w:val="apple-converted-space"/>
    <w:rsid w:val="00D23FC0"/>
  </w:style>
  <w:style w:type="paragraph" w:styleId="Cabealhodondice">
    <w:name w:val="TOC Heading"/>
    <w:basedOn w:val="Ttulo1"/>
    <w:next w:val="Normal"/>
    <w:autoRedefine/>
    <w:uiPriority w:val="39"/>
    <w:unhideWhenUsed/>
    <w:qFormat/>
    <w:rsid w:val="00521CDC"/>
    <w:pPr>
      <w:numPr>
        <w:numId w:val="0"/>
      </w:numPr>
      <w:spacing w:before="240" w:after="0" w:line="259" w:lineRule="auto"/>
      <w:jc w:val="left"/>
      <w:outlineLvl w:val="9"/>
    </w:pPr>
    <w:rPr>
      <w:b w:val="0"/>
      <w:smallCaps w:val="0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46270F"/>
    <w:pPr>
      <w:tabs>
        <w:tab w:val="left" w:pos="660"/>
        <w:tab w:val="right" w:leader="dot" w:pos="9627"/>
      </w:tabs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780306"/>
    <w:pPr>
      <w:spacing w:after="0"/>
      <w:ind w:left="22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780306"/>
    <w:pPr>
      <w:spacing w:after="0"/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780306"/>
    <w:pPr>
      <w:spacing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2C54DA"/>
    <w:pPr>
      <w:spacing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780306"/>
    <w:pPr>
      <w:spacing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Lista-Nvel1">
    <w:name w:val="Lista - Nível 1"/>
    <w:next w:val="Normal"/>
    <w:autoRedefine/>
    <w:qFormat/>
    <w:rsid w:val="006A458B"/>
    <w:pPr>
      <w:numPr>
        <w:numId w:val="7"/>
      </w:numPr>
      <w:jc w:val="both"/>
    </w:pPr>
    <w:rPr>
      <w:rFonts w:ascii="Source Sans Pro" w:hAnsi="Source Sans Pro" w:cs="Tahoma"/>
    </w:rPr>
  </w:style>
  <w:style w:type="paragraph" w:customStyle="1" w:styleId="Lista-Nvel2">
    <w:name w:val="Lista - Nível 2"/>
    <w:basedOn w:val="Lista-Nvel1"/>
    <w:autoRedefine/>
    <w:qFormat/>
    <w:rsid w:val="00450393"/>
    <w:pPr>
      <w:numPr>
        <w:numId w:val="6"/>
      </w:numPr>
      <w:spacing w:before="120" w:after="120"/>
    </w:pPr>
  </w:style>
  <w:style w:type="paragraph" w:customStyle="1" w:styleId="Lista-Nvel3">
    <w:name w:val="Lista - Nível 3"/>
    <w:basedOn w:val="Lista-Nvel2"/>
    <w:autoRedefine/>
    <w:qFormat/>
    <w:rsid w:val="009E361E"/>
    <w:pPr>
      <w:numPr>
        <w:numId w:val="8"/>
      </w:numPr>
    </w:pPr>
  </w:style>
  <w:style w:type="paragraph" w:styleId="PargrafodaLista">
    <w:name w:val="List Paragraph"/>
    <w:aliases w:val="Lista 1"/>
    <w:basedOn w:val="Normal"/>
    <w:link w:val="PargrafodaListaCarter"/>
    <w:uiPriority w:val="34"/>
    <w:qFormat/>
    <w:rsid w:val="00F821FE"/>
    <w:pPr>
      <w:ind w:left="720"/>
      <w:contextualSpacing/>
    </w:pPr>
  </w:style>
  <w:style w:type="character" w:customStyle="1" w:styleId="PargrafodaListaCarter">
    <w:name w:val="Parágrafo da Lista Caráter"/>
    <w:aliases w:val="Lista 1 Caráter"/>
    <w:link w:val="PargrafodaLista"/>
    <w:uiPriority w:val="34"/>
    <w:qFormat/>
    <w:locked/>
    <w:rsid w:val="00F821FE"/>
    <w:rPr>
      <w:rFonts w:ascii="Source Sans Pro" w:hAnsi="Source Sans Pro" w:cs="Tahoma"/>
    </w:rPr>
  </w:style>
  <w:style w:type="paragraph" w:styleId="Textodenotaderodap">
    <w:name w:val="footnote text"/>
    <w:basedOn w:val="Normal"/>
    <w:link w:val="TextodenotaderodapCarter"/>
    <w:semiHidden/>
    <w:rsid w:val="00F821FE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F821F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F821FE"/>
    <w:rPr>
      <w:position w:val="6"/>
      <w:sz w:val="16"/>
      <w:szCs w:val="16"/>
    </w:rPr>
  </w:style>
  <w:style w:type="paragraph" w:customStyle="1" w:styleId="Ttulo21">
    <w:name w:val="Título 21"/>
    <w:basedOn w:val="Normal"/>
    <w:next w:val="Normal"/>
    <w:autoRedefine/>
    <w:qFormat/>
    <w:rsid w:val="00341CCE"/>
    <w:pPr>
      <w:keepNext/>
      <w:numPr>
        <w:numId w:val="9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bCs/>
    </w:rPr>
  </w:style>
  <w:style w:type="paragraph" w:styleId="Avanodecorpodetexto">
    <w:name w:val="Body Text Indent"/>
    <w:basedOn w:val="Normal"/>
    <w:link w:val="AvanodecorpodetextoCarter"/>
    <w:uiPriority w:val="99"/>
    <w:semiHidden/>
    <w:unhideWhenUsed/>
    <w:rsid w:val="00DD79E8"/>
    <w:pPr>
      <w:spacing w:after="120"/>
      <w:ind w:left="283"/>
    </w:p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semiHidden/>
    <w:rsid w:val="00DD79E8"/>
    <w:rPr>
      <w:rFonts w:ascii="Source Sans Pro" w:hAnsi="Source Sans Pro" w:cs="Tahoma"/>
    </w:rPr>
  </w:style>
  <w:style w:type="paragraph" w:customStyle="1" w:styleId="Clusula">
    <w:name w:val="Cláusula"/>
    <w:basedOn w:val="Ttulo5"/>
    <w:next w:val="Normal"/>
    <w:autoRedefine/>
    <w:qFormat/>
    <w:rsid w:val="00C10D8F"/>
    <w:pPr>
      <w:numPr>
        <w:numId w:val="10"/>
      </w:numPr>
      <w:ind w:left="0" w:firstLine="0"/>
    </w:pPr>
    <w:rPr>
      <w:rFonts w:eastAsia="Times New Roman"/>
      <w:lang w:eastAsia="pt-PT"/>
    </w:rPr>
  </w:style>
  <w:style w:type="paragraph" w:styleId="Ttulo">
    <w:name w:val="Title"/>
    <w:basedOn w:val="Normal"/>
    <w:next w:val="Normal"/>
    <w:link w:val="TtuloCarter"/>
    <w:autoRedefine/>
    <w:uiPriority w:val="10"/>
    <w:qFormat/>
    <w:rsid w:val="0091006A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1006A"/>
    <w:rPr>
      <w:rFonts w:ascii="Source Sans Pro" w:eastAsiaTheme="majorEastAsia" w:hAnsi="Source Sans Pro" w:cstheme="majorBidi"/>
      <w:b/>
      <w:spacing w:val="-10"/>
      <w:kern w:val="28"/>
      <w:sz w:val="28"/>
      <w:szCs w:val="56"/>
    </w:rPr>
  </w:style>
  <w:style w:type="paragraph" w:customStyle="1" w:styleId="Ttulo50">
    <w:name w:val="Título 5_"/>
    <w:basedOn w:val="Ttulo5"/>
    <w:autoRedefine/>
    <w:qFormat/>
    <w:rsid w:val="001F3414"/>
    <w:pPr>
      <w:numPr>
        <w:numId w:val="11"/>
      </w:numPr>
    </w:pPr>
  </w:style>
  <w:style w:type="paragraph" w:styleId="ndice7">
    <w:name w:val="toc 7"/>
    <w:basedOn w:val="Normal"/>
    <w:next w:val="Normal"/>
    <w:autoRedefine/>
    <w:uiPriority w:val="39"/>
    <w:unhideWhenUsed/>
    <w:rsid w:val="003C71C8"/>
    <w:pPr>
      <w:spacing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3C71C8"/>
    <w:pPr>
      <w:spacing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3C71C8"/>
    <w:pPr>
      <w:spacing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NumeraoRomana">
    <w:name w:val="Numeração Romana"/>
    <w:basedOn w:val="Ttulo5"/>
    <w:autoRedefine/>
    <w:qFormat/>
    <w:rsid w:val="00EA724A"/>
    <w:pPr>
      <w:numPr>
        <w:numId w:val="12"/>
      </w:numPr>
      <w:ind w:left="360"/>
      <w:jc w:val="left"/>
    </w:pPr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iscos%20partilhados\GCP%20-%20Templates\Procedimentos%20N&#227;o%20Simplificados\01%20-%20Decis&#227;o%20de%20Contratar%20e%20Pe&#231;as%20Processuais\em%20valida&#231;&#227;o%20-%20Decis&#227;o%20de%20Contrata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FAC88B78582794FBCAF572419EB02E7" ma:contentTypeVersion="13" ma:contentTypeDescription="Criar um novo documento." ma:contentTypeScope="" ma:versionID="8ebb1891e7233d41262ecf121c00666f">
  <xsd:schema xmlns:xsd="http://www.w3.org/2001/XMLSchema" xmlns:xs="http://www.w3.org/2001/XMLSchema" xmlns:p="http://schemas.microsoft.com/office/2006/metadata/properties" xmlns:ns1="http://schemas.microsoft.com/sharepoint/v3" xmlns:ns2="78d8f9b2-bafb-499c-91ae-37027977431f" xmlns:ns3="90839d32-3885-4e83-a46e-8adce1d79628" targetNamespace="http://schemas.microsoft.com/office/2006/metadata/properties" ma:root="true" ma:fieldsID="50ace510d5bc58797b892efecab7acf4" ns1:_="" ns2:_="" ns3:_="">
    <xsd:import namespace="http://schemas.microsoft.com/sharepoint/v3"/>
    <xsd:import namespace="78d8f9b2-bafb-499c-91ae-37027977431f"/>
    <xsd:import namespace="90839d32-3885-4e83-a46e-8adce1d796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ção de IU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8f9b2-bafb-499c-91ae-370279774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m" ma:readOnly="false" ma:fieldId="{5cf76f15-5ced-4ddc-b409-7134ff3c332f}" ma:taxonomyMulti="true" ma:sspId="81c67454-ff18-4915-9b9a-4b0bbd375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39d32-3885-4e83-a46e-8adce1d796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dbea56-1620-463e-829a-58f1246add75}" ma:internalName="TaxCatchAll" ma:showField="CatchAllData" ma:web="90839d32-3885-4e83-a46e-8adce1d79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0839d32-3885-4e83-a46e-8adce1d79628" xsi:nil="true"/>
    <_ip_UnifiedCompliancePolicyProperties xmlns="http://schemas.microsoft.com/sharepoint/v3" xsi:nil="true"/>
    <lcf76f155ced4ddcb4097134ff3c332f xmlns="78d8f9b2-bafb-499c-91ae-3702797743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E9692-DE9D-4C3B-BD30-1E2768B8EC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259CC-9E0A-4F6E-89D1-D5554AED5B43}"/>
</file>

<file path=customXml/itemProps3.xml><?xml version="1.0" encoding="utf-8"?>
<ds:datastoreItem xmlns:ds="http://schemas.openxmlformats.org/officeDocument/2006/customXml" ds:itemID="{FC58CB2D-18D4-4E1F-873A-1B6A489C641F}"/>
</file>

<file path=customXml/itemProps4.xml><?xml version="1.0" encoding="utf-8"?>
<ds:datastoreItem xmlns:ds="http://schemas.openxmlformats.org/officeDocument/2006/customXml" ds:itemID="{B4E107AC-92AD-4FDF-987F-FAC929933490}"/>
</file>

<file path=docProps/app.xml><?xml version="1.0" encoding="utf-8"?>
<Properties xmlns="http://schemas.openxmlformats.org/officeDocument/2006/extended-properties" xmlns:vt="http://schemas.openxmlformats.org/officeDocument/2006/docPropsVTypes">
  <Template>em validação - Decisão de Contratar.dotx</Template>
  <TotalTime>10</TotalTime>
  <Pages>1</Pages>
  <Words>306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Barras</dc:creator>
  <cp:lastModifiedBy>Pedro Barras</cp:lastModifiedBy>
  <cp:revision>8</cp:revision>
  <dcterms:created xsi:type="dcterms:W3CDTF">2022-06-29T22:29:00Z</dcterms:created>
  <dcterms:modified xsi:type="dcterms:W3CDTF">2023-12-05T15:55:00Z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0x0101004FAC88B78582794FBCAF572419EB02E7</vt:lpwstr>
  </property>
  <property fmtid="{D5CDD505-2E9C-101B-9397-08002B2CF9AE}" pid="3" name="Order">
    <vt:r8>121600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